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17333-1DF7-4892-9B35-A65FB582754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